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7616AC" w:rsidP="004D25C3">
      <w:pPr>
        <w:jc w:val="center"/>
      </w:pPr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0D1F3F" wp14:editId="6774A002">
                <wp:simplePos x="0" y="0"/>
                <wp:positionH relativeFrom="column">
                  <wp:posOffset>75467</wp:posOffset>
                </wp:positionH>
                <wp:positionV relativeFrom="paragraph">
                  <wp:posOffset>699926</wp:posOffset>
                </wp:positionV>
                <wp:extent cx="5771072" cy="7435970"/>
                <wp:effectExtent l="0" t="0" r="0" b="0"/>
                <wp:wrapNone/>
                <wp:docPr id="6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1072" cy="7435970"/>
                          <a:chOff x="0" y="0"/>
                          <a:chExt cx="4356109" cy="5141204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135" cy="11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308" y="1843950"/>
                            <a:ext cx="771522" cy="1118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084" y="3887152"/>
                            <a:ext cx="865969" cy="125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2308" y="1665643"/>
                            <a:ext cx="796806" cy="1297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2958" y="3959289"/>
                            <a:ext cx="1041056" cy="1109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9060" y="110297"/>
                            <a:ext cx="1183300" cy="997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ZoneTexte 4"/>
                        <wps:cNvSpPr txBox="1"/>
                        <wps:spPr>
                          <a:xfrm>
                            <a:off x="1339974" y="430102"/>
                            <a:ext cx="301686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16AC" w:rsidRDefault="007616AC" w:rsidP="007616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ZoneTexte 13"/>
                        <wps:cNvSpPr txBox="1"/>
                        <wps:spPr>
                          <a:xfrm>
                            <a:off x="1435696" y="4329512"/>
                            <a:ext cx="301686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16AC" w:rsidRDefault="007616AC" w:rsidP="007616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ZoneTexte 14"/>
                        <wps:cNvSpPr txBox="1"/>
                        <wps:spPr>
                          <a:xfrm>
                            <a:off x="1339974" y="2218637"/>
                            <a:ext cx="301686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16AC" w:rsidRDefault="007616AC" w:rsidP="007616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ZoneTexte 15"/>
                        <wps:cNvSpPr txBox="1"/>
                        <wps:spPr>
                          <a:xfrm>
                            <a:off x="4054423" y="2218637"/>
                            <a:ext cx="301686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16AC" w:rsidRDefault="007616AC" w:rsidP="007616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" name="ZoneTexte 16"/>
                        <wps:cNvSpPr txBox="1"/>
                        <wps:spPr>
                          <a:xfrm>
                            <a:off x="4004270" y="430102"/>
                            <a:ext cx="301686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16AC" w:rsidRDefault="007616AC" w:rsidP="007616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ZoneTexte 18"/>
                        <wps:cNvSpPr txBox="1"/>
                        <wps:spPr>
                          <a:xfrm>
                            <a:off x="3957046" y="4329512"/>
                            <a:ext cx="301686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16AC" w:rsidRDefault="007616AC" w:rsidP="007616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5" o:spid="_x0000_s1026" style="position:absolute;left:0;text-align:left;margin-left:5.95pt;margin-top:55.1pt;width:454.4pt;height:585.5pt;z-index:251659264;mso-width-relative:margin;mso-height-relative:margin" coordsize="43561,514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12241;height:11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spX/CAAAA2gAAAA8AAABkcnMvZG93bnJldi54bWxEj0FrwkAUhO8F/8PyCl6KbppDkDSrSEUo&#10;Hqqm7f2RfSbB7NuYXZP037uC4HGYmW+YbDWaRvTUudqygvd5BIK4sLrmUsHvz3a2AOE8ssbGMin4&#10;Jwer5eQlw1TbgY/U574UAcIuRQWV920qpSsqMujmtiUO3sl2Bn2QXSl1h0OAm0bGUZRIgzWHhQpb&#10;+qyoOOdXo8C6A43DW7I4/tH3Ztjtensxe6Wmr+P6A4Sn0T/Dj/aXVhDD/Uq4AXJ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bKV/wgAAANoAAAAPAAAAAAAAAAAAAAAAAJ8C&#10;AABkcnMvZG93bnJldi54bWxQSwUGAAAAAAQABAD3AAAAjgMAAAAA&#10;" fillcolor="#4f81bd [3204]" strokecolor="black [3213]">
                  <v:imagedata r:id="rId11" o:title=""/>
                  <v:shadow color="#eeece1 [3214]"/>
                </v:shape>
                <v:shape id="Picture 3" o:spid="_x0000_s1028" type="#_x0000_t75" style="position:absolute;left:2263;top:18439;width:7715;height:111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86W3DAAAA2gAAAA8AAABkcnMvZG93bnJldi54bWxEj09rwkAUxO+C32F5Qi9SN7bUSOomaKHo&#10;sWrB6yP7TFKzb0N2zZ9v3y0UPA4z8xtmkw2mFh21rrKsYLmIQBDnVldcKPg+fz6vQTiPrLG2TApG&#10;cpCl08kGE217PlJ38oUIEHYJKii9bxIpXV6SQbewDXHwrrY16INsC6lb7APc1PIlilbSYMVhocSG&#10;PkrKb6e7URCbfRxfDqOm/dd8uTv+9Ne321app9mwfQfhafCP8H/7oBW8wt+VcANk+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TzpbcMAAADaAAAADwAAAAAAAAAAAAAAAACf&#10;AgAAZHJzL2Rvd25yZXYueG1sUEsFBgAAAAAEAAQA9wAAAI8DAAAAAA==&#10;" fillcolor="#4f81bd [3204]" strokecolor="black [3213]">
                  <v:imagedata r:id="rId12" o:title=""/>
                </v:shape>
                <v:shape id="Picture 4" o:spid="_x0000_s1029" type="#_x0000_t75" style="position:absolute;left:1790;top:38871;width:8660;height:125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+6jXEAAAA2gAAAA8AAABkcnMvZG93bnJldi54bWxEj0FrwkAUhO+C/2F5BS9SNy1FJboJtqD1&#10;YA+N/QGP3WcSmn0bsquJ/fVdQfA4zMw3zDofbCMu1PnasYKXWQKCWDtTc6ng57h9XoLwAdlg45gU&#10;XMlDno1Ha0yN6/mbLkUoRYSwT1FBFUKbSul1RRb9zLXE0Tu5zmKIsiul6bCPcNvI1ySZS4s1x4UK&#10;W/qoSP8WZ6tg+un7vdnuDvpcsD68/xVfi+VVqcnTsFmBCDSER/je3hsFb3C7Em+Az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+6jXEAAAA2gAAAA8AAAAAAAAAAAAAAAAA&#10;nwIAAGRycy9kb3ducmV2LnhtbFBLBQYAAAAABAAEAPcAAACQAwAAAAA=&#10;" fillcolor="#4f81bd [3204]" strokecolor="black [3213]">
                  <v:imagedata r:id="rId13" o:title=""/>
                </v:shape>
                <v:shape id="Picture 5" o:spid="_x0000_s1030" type="#_x0000_t75" style="position:absolute;left:28323;top:16656;width:7968;height:129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Pc/3DAAAA2gAAAA8AAABkcnMvZG93bnJldi54bWxEj0FrwkAUhO8F/8PyhN7qxgalxmxEWloL&#10;nkwLenzsPpO02bchu2r8911B6HGYmW+YfDXYVpyp941jBdNJAoJYO9NwpeD76/3pBYQPyAZbx6Tg&#10;Sh5Wxeghx8y4C+/oXIZKRAj7DBXUIXSZlF7XZNFPXEccvaPrLYYo+0qaHi8Rblv5nCRzabHhuFBj&#10;R6816d/yZBV8LE6LQ6qtxjDMdnv5k27fNqlSj+NhvQQRaAj/4Xv70yiYwe1KvAGy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w9z/cMAAADaAAAADwAAAAAAAAAAAAAAAACf&#10;AgAAZHJzL2Rvd25yZXYueG1sUEsFBgAAAAAEAAQA9wAAAI8DAAAAAA==&#10;" fillcolor="#4f81bd [3204]" strokecolor="black [3213]">
                  <v:imagedata r:id="rId14" o:title=""/>
                </v:shape>
                <v:shape id="Picture 6" o:spid="_x0000_s1031" type="#_x0000_t75" style="position:absolute;left:26629;top:39592;width:10411;height:11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Wx4HDAAAA2gAAAA8AAABkcnMvZG93bnJldi54bWxEj91qAjEUhO8F3yEcoXea7UKrbI1SSgWF&#10;Wqh/14fN2U3o5mTdRN2+fSMUejnMzDfMfNm7RlypC9azgsdJBoK49NpyreCwX41nIEJE1th4JgU/&#10;FGC5GA7mWGh/4y+67mItEoRDgQpMjG0hZSgNOQwT3xInr/Kdw5hkV0vd4S3BXSPzLHuWDi2nBYMt&#10;vRkqv3cXp2BlP01fnacf77P8aElXm3x7elLqYdS/voCI1Mf/8F97rRVM4X4l3QC5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NbHgcMAAADaAAAADwAAAAAAAAAAAAAAAACf&#10;AgAAZHJzL2Rvd25yZXYueG1sUEsFBgAAAAAEAAQA9wAAAI8DAAAAAA==&#10;" fillcolor="#4f81bd [3204]" strokecolor="black [3213]">
                  <v:imagedata r:id="rId15" o:title=""/>
                </v:shape>
                <v:shape id="Picture 8" o:spid="_x0000_s1032" type="#_x0000_t75" style="position:absolute;left:26390;top:1102;width:11833;height:99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R/Wi/AAAA2gAAAA8AAABkcnMvZG93bnJldi54bWxET89rwjAUvgv+D+EJ3jTVg2zVKEUQZG7g&#10;3PT8aJ5tafNSksxm//1yGHj8+H5vdtF04kHON5YVLOYZCOLS6oYrBd9fh9kLCB+QNXaWScEvedht&#10;x6MN5toO/EmPS6hECmGfo4I6hD6X0pc1GfRz2xMn7m6dwZCgq6R2OKRw08lllq2kwYZTQ4097Wsq&#10;28uPUTBgLD7e307n1yKursdbaF3TtkpNJ7FYgwgUw1P87z5qBWlrupJugNz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MUf1ovwAAANoAAAAPAAAAAAAAAAAAAAAAAJ8CAABk&#10;cnMvZG93bnJldi54bWxQSwUGAAAAAAQABAD3AAAAiwMAAAAA&#10;" fillcolor="#4f81bd [3204]" strokecolor="black [3213]"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4" o:spid="_x0000_s1033" type="#_x0000_t202" style="position:absolute;left:13399;top:4301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616AC" w:rsidRDefault="007616AC" w:rsidP="007616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ZoneTexte 13" o:spid="_x0000_s1034" type="#_x0000_t202" style="position:absolute;left:14356;top:43295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616AC" w:rsidRDefault="007616AC" w:rsidP="007616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ZoneTexte 14" o:spid="_x0000_s1035" type="#_x0000_t202" style="position:absolute;left:13399;top:22186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7616AC" w:rsidRDefault="007616AC" w:rsidP="007616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ZoneTexte 15" o:spid="_x0000_s1036" type="#_x0000_t202" style="position:absolute;left:40544;top:22186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7616AC" w:rsidRDefault="007616AC" w:rsidP="007616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ZoneTexte 16" o:spid="_x0000_s1037" type="#_x0000_t202" style="position:absolute;left:40042;top:4301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7616AC" w:rsidRDefault="007616AC" w:rsidP="007616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ZoneTexte 18" o:spid="_x0000_s1038" type="#_x0000_t202" style="position:absolute;left:39570;top:43295;width:301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7616AC" w:rsidRDefault="007616AC" w:rsidP="007616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4D25C3">
        <w:rPr>
          <w:noProof/>
          <w:lang w:eastAsia="fr-CH"/>
        </w:rPr>
        <w:drawing>
          <wp:inline distT="0" distB="0" distL="0" distR="0" wp14:anchorId="51F17F17">
            <wp:extent cx="2182495" cy="658495"/>
            <wp:effectExtent l="0" t="0" r="8255" b="825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945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AC"/>
    <w:rsid w:val="001A4A00"/>
    <w:rsid w:val="003F707B"/>
    <w:rsid w:val="004163C9"/>
    <w:rsid w:val="004D25C3"/>
    <w:rsid w:val="00507F03"/>
    <w:rsid w:val="007616AC"/>
    <w:rsid w:val="00942B35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1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6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16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1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6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16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20DA7EA0.dotm</Template>
  <TotalTime>228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1</cp:revision>
  <cp:lastPrinted>2019-04-01T08:25:00Z</cp:lastPrinted>
  <dcterms:created xsi:type="dcterms:W3CDTF">2019-04-01T08:10:00Z</dcterms:created>
  <dcterms:modified xsi:type="dcterms:W3CDTF">2019-04-01T15:17:00Z</dcterms:modified>
</cp:coreProperties>
</file>